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4E" w:rsidRDefault="00BA524E" w:rsidP="00B951DD">
      <w:pPr>
        <w:jc w:val="right"/>
        <w:rPr>
          <w:b/>
          <w:sz w:val="28"/>
          <w:lang w:val="ro-RO"/>
        </w:rPr>
      </w:pPr>
      <w:r w:rsidRPr="00B951DD">
        <w:rPr>
          <w:b/>
          <w:sz w:val="28"/>
          <w:lang w:val="ro-RO"/>
        </w:rPr>
        <w:t>ANEXA 1</w:t>
      </w:r>
    </w:p>
    <w:p w:rsidR="00BA524E" w:rsidRPr="00B951DD" w:rsidRDefault="00BA524E" w:rsidP="00B951DD">
      <w:pPr>
        <w:jc w:val="right"/>
        <w:rPr>
          <w:b/>
          <w:sz w:val="28"/>
          <w:lang w:val="ro-RO"/>
        </w:rPr>
      </w:pPr>
    </w:p>
    <w:p w:rsidR="00BA524E" w:rsidRPr="008B0AD4" w:rsidRDefault="00BA524E" w:rsidP="00B951DD">
      <w:pPr>
        <w:jc w:val="center"/>
        <w:rPr>
          <w:sz w:val="28"/>
          <w:lang w:val="ro-RO"/>
        </w:rPr>
      </w:pPr>
      <w:r>
        <w:rPr>
          <w:sz w:val="28"/>
          <w:lang w:val="ro-RO"/>
        </w:rPr>
        <w:t>DECLARAŢ</w:t>
      </w:r>
      <w:r w:rsidRPr="008B0AD4">
        <w:rPr>
          <w:sz w:val="28"/>
          <w:lang w:val="ro-RO"/>
        </w:rPr>
        <w:t>IE</w:t>
      </w:r>
    </w:p>
    <w:p w:rsidR="00BA524E" w:rsidRPr="008B0AD4" w:rsidRDefault="00BA524E">
      <w:pPr>
        <w:rPr>
          <w:lang w:val="ro-RO"/>
        </w:rPr>
      </w:pPr>
    </w:p>
    <w:p w:rsidR="00BA524E" w:rsidRDefault="00BA524E" w:rsidP="008B0AD4">
      <w:pPr>
        <w:spacing w:after="0" w:line="480" w:lineRule="auto"/>
        <w:rPr>
          <w:lang w:val="ro-RO"/>
        </w:rPr>
      </w:pPr>
    </w:p>
    <w:p w:rsidR="00BA524E" w:rsidRDefault="00BA524E" w:rsidP="001A7DD6">
      <w:pPr>
        <w:spacing w:after="0" w:line="480" w:lineRule="auto"/>
        <w:jc w:val="both"/>
        <w:rPr>
          <w:lang w:val="ro-RO"/>
        </w:rPr>
      </w:pPr>
    </w:p>
    <w:p w:rsidR="00BA524E" w:rsidRPr="008B0AD4" w:rsidRDefault="00BA524E" w:rsidP="001A7DD6">
      <w:pPr>
        <w:spacing w:after="0" w:line="480" w:lineRule="auto"/>
        <w:jc w:val="both"/>
        <w:rPr>
          <w:lang w:val="ro-RO"/>
        </w:rPr>
      </w:pPr>
      <w:r w:rsidRPr="008B0AD4">
        <w:rPr>
          <w:lang w:val="ro-RO"/>
        </w:rPr>
        <w:t>Subsemnatul</w:t>
      </w:r>
      <w:r>
        <w:rPr>
          <w:lang w:val="ro-RO"/>
        </w:rPr>
        <w:t>/a</w:t>
      </w:r>
      <w:r w:rsidRPr="008B0AD4">
        <w:rPr>
          <w:lang w:val="ro-RO"/>
        </w:rPr>
        <w:t xml:space="preserve"> …………………………………………………… domiciliat in ……………………………………………………………….</w:t>
      </w:r>
    </w:p>
    <w:p w:rsidR="00BA524E" w:rsidRDefault="00BA524E" w:rsidP="005E5A1F">
      <w:pPr>
        <w:spacing w:line="480" w:lineRule="auto"/>
        <w:jc w:val="both"/>
        <w:rPr>
          <w:lang w:val="ro-RO"/>
        </w:rPr>
      </w:pPr>
      <w:r w:rsidRPr="008B0AD4">
        <w:rPr>
          <w:lang w:val="ro-RO"/>
        </w:rPr>
        <w:t>posesor al cărţii de identitate seria …</w:t>
      </w:r>
      <w:r>
        <w:rPr>
          <w:lang w:val="ro-RO"/>
        </w:rPr>
        <w:t>..</w:t>
      </w:r>
      <w:r w:rsidRPr="008B0AD4">
        <w:rPr>
          <w:lang w:val="ro-RO"/>
        </w:rPr>
        <w:t xml:space="preserve"> nr …</w:t>
      </w:r>
      <w:r>
        <w:rPr>
          <w:lang w:val="ro-RO"/>
        </w:rPr>
        <w:t>..</w:t>
      </w:r>
      <w:r w:rsidRPr="008B0AD4">
        <w:rPr>
          <w:lang w:val="ro-RO"/>
        </w:rPr>
        <w:t>., eliberată la data de ……, CNP</w:t>
      </w:r>
      <w:r>
        <w:rPr>
          <w:lang w:val="ro-RO"/>
        </w:rPr>
        <w:t>……………….,</w:t>
      </w:r>
      <w:r w:rsidRPr="008B0AD4">
        <w:rPr>
          <w:lang w:val="ro-RO"/>
        </w:rPr>
        <w:t xml:space="preserve"> de</w:t>
      </w:r>
      <w:r>
        <w:rPr>
          <w:lang w:val="ro-RO"/>
        </w:rPr>
        <w:t>clar pe propria răspundere că îmi desfăşor</w:t>
      </w:r>
      <w:r w:rsidRPr="008B0AD4">
        <w:rPr>
          <w:lang w:val="ro-RO"/>
        </w:rPr>
        <w:t xml:space="preserve"> activitatea</w:t>
      </w:r>
      <w:r>
        <w:rPr>
          <w:lang w:val="ro-RO"/>
        </w:rPr>
        <w:t xml:space="preserve"> cu normă de bază ca </w:t>
      </w:r>
      <w:r w:rsidRPr="008B0AD4">
        <w:rPr>
          <w:lang w:val="ro-RO"/>
        </w:rPr>
        <w:t>angajat al ……</w:t>
      </w:r>
      <w:r>
        <w:rPr>
          <w:lang w:val="ro-RO"/>
        </w:rPr>
        <w:t>.</w:t>
      </w:r>
      <w:r w:rsidRPr="008B0AD4">
        <w:rPr>
          <w:lang w:val="ro-RO"/>
        </w:rPr>
        <w:t>…………</w:t>
      </w:r>
      <w:r>
        <w:rPr>
          <w:lang w:val="ro-RO"/>
        </w:rPr>
        <w:t>..……., în calitate de …………………. Totodată, declar că îmi desfăşor activitatea în următoarele proiecte în cadrul Programului Operaţional Competitivitate:</w:t>
      </w:r>
    </w:p>
    <w:p w:rsidR="00BA524E" w:rsidRDefault="00BA524E" w:rsidP="00BA118A">
      <w:pPr>
        <w:numPr>
          <w:ilvl w:val="0"/>
          <w:numId w:val="1"/>
        </w:numPr>
        <w:spacing w:line="480" w:lineRule="auto"/>
        <w:jc w:val="both"/>
        <w:rPr>
          <w:lang w:val="ro-RO"/>
        </w:rPr>
      </w:pPr>
      <w:r w:rsidRPr="008B0AD4">
        <w:rPr>
          <w:lang w:val="ro-RO"/>
        </w:rPr>
        <w:t>angajat al ………………</w:t>
      </w:r>
      <w:r>
        <w:rPr>
          <w:lang w:val="ro-RO"/>
        </w:rPr>
        <w:t>..……., în calitate de …………….în proiectul ……………………………..</w:t>
      </w:r>
      <w:r w:rsidRPr="008B0AD4">
        <w:rPr>
          <w:lang w:val="ro-RO"/>
        </w:rPr>
        <w:t xml:space="preserve">cu </w:t>
      </w:r>
      <w:r>
        <w:rPr>
          <w:lang w:val="ro-RO"/>
        </w:rPr>
        <w:t>număr de înregistrare electronică SMIS …………………..,</w:t>
      </w:r>
    </w:p>
    <w:p w:rsidR="00BA524E" w:rsidRDefault="00BA524E" w:rsidP="00BA118A">
      <w:pPr>
        <w:numPr>
          <w:ilvl w:val="0"/>
          <w:numId w:val="1"/>
        </w:numPr>
        <w:spacing w:line="480" w:lineRule="auto"/>
        <w:jc w:val="both"/>
        <w:rPr>
          <w:lang w:val="ro-RO"/>
        </w:rPr>
      </w:pPr>
      <w:r w:rsidRPr="008B0AD4">
        <w:rPr>
          <w:lang w:val="ro-RO"/>
        </w:rPr>
        <w:t>angajat al ………………</w:t>
      </w:r>
      <w:r>
        <w:rPr>
          <w:lang w:val="ro-RO"/>
        </w:rPr>
        <w:t>..……., în calitate de …………….în proiectul ……………………………..</w:t>
      </w:r>
      <w:r w:rsidRPr="008B0AD4">
        <w:rPr>
          <w:lang w:val="ro-RO"/>
        </w:rPr>
        <w:t xml:space="preserve">cu </w:t>
      </w:r>
      <w:r>
        <w:rPr>
          <w:lang w:val="ro-RO"/>
        </w:rPr>
        <w:t>număr de înregistrare electronică SMIS …………………..,</w:t>
      </w:r>
    </w:p>
    <w:p w:rsidR="00BA524E" w:rsidRDefault="00BA524E" w:rsidP="00BA118A">
      <w:pPr>
        <w:numPr>
          <w:ilvl w:val="0"/>
          <w:numId w:val="1"/>
        </w:numPr>
        <w:spacing w:line="480" w:lineRule="auto"/>
        <w:jc w:val="both"/>
        <w:rPr>
          <w:lang w:val="ro-RO"/>
        </w:rPr>
      </w:pPr>
      <w:r>
        <w:rPr>
          <w:lang w:val="ro-RO"/>
        </w:rPr>
        <w:t>(</w:t>
      </w:r>
      <w:r w:rsidRPr="00BA118A">
        <w:rPr>
          <w:i/>
          <w:lang w:val="ro-RO"/>
        </w:rPr>
        <w:t>se vor menţiona toate contractele încheiat</w:t>
      </w:r>
      <w:r>
        <w:rPr>
          <w:i/>
          <w:lang w:val="ro-RO"/>
        </w:rPr>
        <w:t>e)</w:t>
      </w:r>
    </w:p>
    <w:p w:rsidR="00BA524E" w:rsidRDefault="00BA524E" w:rsidP="001A7DD6">
      <w:pPr>
        <w:spacing w:line="480" w:lineRule="auto"/>
        <w:jc w:val="both"/>
        <w:rPr>
          <w:lang w:val="ro-RO"/>
        </w:rPr>
      </w:pPr>
      <w:r>
        <w:rPr>
          <w:lang w:val="ro-RO"/>
        </w:rPr>
        <w:t>Totodată, mă angajez ca pe întreaga perioadă de implementare a proiectelor să respect</w:t>
      </w:r>
      <w:r w:rsidRPr="008B0AD4">
        <w:rPr>
          <w:lang w:val="ro-RO"/>
        </w:rPr>
        <w:t xml:space="preserve"> legislaţia muncii </w:t>
      </w:r>
      <w:r>
        <w:rPr>
          <w:lang w:val="ro-RO"/>
        </w:rPr>
        <w:t>privind număr maxim de ore a fi efectuat în cadrul proiectelor în care sunt implicat.</w:t>
      </w:r>
    </w:p>
    <w:p w:rsidR="00BA524E" w:rsidRPr="008B0AD4" w:rsidRDefault="00BA524E">
      <w:pPr>
        <w:rPr>
          <w:lang w:val="ro-RO"/>
        </w:rPr>
      </w:pPr>
      <w:bookmarkStart w:id="0" w:name="_GoBack"/>
      <w:bookmarkEnd w:id="0"/>
    </w:p>
    <w:p w:rsidR="00BA524E" w:rsidRPr="008B0AD4" w:rsidRDefault="00BA524E">
      <w:pPr>
        <w:rPr>
          <w:lang w:val="ro-RO"/>
        </w:rPr>
      </w:pPr>
      <w:r>
        <w:rPr>
          <w:lang w:val="ro-RO"/>
        </w:rPr>
        <w:t xml:space="preserve">Data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Semnă</w:t>
      </w:r>
      <w:r w:rsidRPr="008B0AD4">
        <w:rPr>
          <w:lang w:val="ro-RO"/>
        </w:rPr>
        <w:t xml:space="preserve">tura </w:t>
      </w:r>
    </w:p>
    <w:sectPr w:rsidR="00BA524E" w:rsidRPr="008B0AD4" w:rsidSect="00FC23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C20CF"/>
    <w:multiLevelType w:val="hybridMultilevel"/>
    <w:tmpl w:val="69FE8C22"/>
    <w:lvl w:ilvl="0" w:tplc="54D02C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C48"/>
    <w:rsid w:val="00091739"/>
    <w:rsid w:val="00150AAF"/>
    <w:rsid w:val="001A7DD6"/>
    <w:rsid w:val="001B19ED"/>
    <w:rsid w:val="001D3AE9"/>
    <w:rsid w:val="002466D0"/>
    <w:rsid w:val="0036330E"/>
    <w:rsid w:val="003A446B"/>
    <w:rsid w:val="00497D32"/>
    <w:rsid w:val="0051260E"/>
    <w:rsid w:val="005B0417"/>
    <w:rsid w:val="005E5A1F"/>
    <w:rsid w:val="00611292"/>
    <w:rsid w:val="006149DB"/>
    <w:rsid w:val="006A5EA5"/>
    <w:rsid w:val="00807C48"/>
    <w:rsid w:val="0083074B"/>
    <w:rsid w:val="008462F8"/>
    <w:rsid w:val="00855E7C"/>
    <w:rsid w:val="008B0AD4"/>
    <w:rsid w:val="009209E2"/>
    <w:rsid w:val="009861CF"/>
    <w:rsid w:val="009C2C63"/>
    <w:rsid w:val="00A51DB0"/>
    <w:rsid w:val="00B94F6E"/>
    <w:rsid w:val="00B951DD"/>
    <w:rsid w:val="00BA118A"/>
    <w:rsid w:val="00BA524E"/>
    <w:rsid w:val="00CC22AD"/>
    <w:rsid w:val="00D8519F"/>
    <w:rsid w:val="00DC12CD"/>
    <w:rsid w:val="00DC7ED9"/>
    <w:rsid w:val="00EA32F3"/>
    <w:rsid w:val="00F7078F"/>
    <w:rsid w:val="00F73EA9"/>
    <w:rsid w:val="00F86D0C"/>
    <w:rsid w:val="00FA072A"/>
    <w:rsid w:val="00FC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3EA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199</TotalTime>
  <Pages>1</Pages>
  <Words>138</Words>
  <Characters>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DECLARATIE</dc:title>
  <dc:subject/>
  <dc:creator>Gabriel Paun</dc:creator>
  <cp:keywords/>
  <dc:description/>
  <cp:lastModifiedBy>Ancuta Popa</cp:lastModifiedBy>
  <cp:revision>16</cp:revision>
  <cp:lastPrinted>2019-08-28T10:07:00Z</cp:lastPrinted>
  <dcterms:created xsi:type="dcterms:W3CDTF">2017-02-07T12:55:00Z</dcterms:created>
  <dcterms:modified xsi:type="dcterms:W3CDTF">2019-08-28T12:55:00Z</dcterms:modified>
</cp:coreProperties>
</file>